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bookmarkStart w:id="0" w:name="_GoBack"/>
      <w:bookmarkEnd w:id="0"/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404764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F8CBA19" w14:textId="701C8CFA" w:rsidR="00AE7A9E" w:rsidRPr="00404764" w:rsidRDefault="00AE7A9E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br w:type="page"/>
      </w:r>
    </w:p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2B010" w14:textId="77777777" w:rsidR="007479E1" w:rsidRPr="00404764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72D92EF9" w14:textId="3E04ABF0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2E2975" w14:textId="4FABCB69" w:rsidR="007E7B81" w:rsidRPr="00404764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9F951C2" w14:textId="44BB61BA" w:rsidR="007E7B81" w:rsidRPr="00404764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AA8890E" w14:textId="77777777" w:rsidR="007479E1" w:rsidRPr="00404764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</w:tc>
        <w:tc>
          <w:tcPr>
            <w:tcW w:w="4264" w:type="dxa"/>
          </w:tcPr>
          <w:p w14:paraId="3E9EAFE8" w14:textId="7971F1D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1A1ACA7" w14:textId="19687D42" w:rsidR="007479E1" w:rsidRPr="00404764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2697588" w14:textId="27681BAA" w:rsidR="007479E1" w:rsidRPr="00404764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FB4859F" w14:textId="068AA51D" w:rsidR="007E7B81" w:rsidRPr="00404764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0B76F025" w14:textId="0A7E25C1" w:rsidR="007E7B8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037EF16" w14:textId="3E735A9C" w:rsidR="008E3DB5" w:rsidRPr="00404764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tunelech:</w:t>
            </w:r>
          </w:p>
        </w:tc>
        <w:tc>
          <w:tcPr>
            <w:tcW w:w="4264" w:type="dxa"/>
          </w:tcPr>
          <w:p w14:paraId="4CDBD159" w14:textId="4F1F700F" w:rsidR="008E3DB5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04967C4" w14:textId="1D488CB8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</w:tc>
        <w:tc>
          <w:tcPr>
            <w:tcW w:w="4264" w:type="dxa"/>
          </w:tcPr>
          <w:p w14:paraId="1B1E7A03" w14:textId="333E149B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D52C77F" w14:textId="7C134F2A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</w:tc>
        <w:tc>
          <w:tcPr>
            <w:tcW w:w="4264" w:type="dxa"/>
          </w:tcPr>
          <w:p w14:paraId="5BBC15E5" w14:textId="6C1A8DF4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0F838BB" w14:textId="11A33569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energetickém a elektrotechnickém zařízení:</w:t>
            </w:r>
          </w:p>
        </w:tc>
        <w:tc>
          <w:tcPr>
            <w:tcW w:w="4264" w:type="dxa"/>
          </w:tcPr>
          <w:p w14:paraId="5DA52B8F" w14:textId="58630019" w:rsidR="00921E6B" w:rsidRPr="00404764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3E02AFE" w14:textId="3E5B6DA7" w:rsidR="00921E6B" w:rsidRPr="00404764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</w:tc>
        <w:tc>
          <w:tcPr>
            <w:tcW w:w="4264" w:type="dxa"/>
          </w:tcPr>
          <w:p w14:paraId="29DE3D1F" w14:textId="2D9FA3A5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4399BE0" w14:textId="23394E33" w:rsidR="00FF2CFB" w:rsidRPr="00404764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</w:tc>
        <w:tc>
          <w:tcPr>
            <w:tcW w:w="4264" w:type="dxa"/>
          </w:tcPr>
          <w:p w14:paraId="411DC54E" w14:textId="5AF1028D" w:rsidR="00FF2CFB" w:rsidRPr="00404764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</w:tc>
      </w:tr>
    </w:tbl>
    <w:p w14:paraId="4A091CC7" w14:textId="47CCB4B9" w:rsidR="00AE7A9E" w:rsidRPr="00404764" w:rsidRDefault="00AE7A9E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1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1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shd w:val="clear" w:color="auto" w:fill="auto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</w:t>
      </w:r>
      <w:proofErr w:type="gramStart"/>
      <w:r w:rsidRPr="00404764">
        <w:rPr>
          <w:rFonts w:eastAsia="Times New Roman"/>
          <w:bCs/>
          <w:i/>
        </w:rPr>
        <w:t>Tzn.</w:t>
      </w:r>
      <w:proofErr w:type="gramEnd"/>
      <w:r w:rsidRPr="00404764">
        <w:rPr>
          <w:rFonts w:eastAsia="Times New Roman"/>
          <w:bCs/>
          <w:i/>
        </w:rPr>
        <w:t xml:space="preserve"> Osvědčení se </w:t>
      </w:r>
      <w:proofErr w:type="gramStart"/>
      <w:r w:rsidRPr="00404764">
        <w:rPr>
          <w:rFonts w:eastAsia="Times New Roman"/>
          <w:bCs/>
          <w:i/>
        </w:rPr>
        <w:t>nevyhotovuje</w:t>
      </w:r>
      <w:proofErr w:type="gramEnd"/>
      <w:r w:rsidRPr="00404764">
        <w:rPr>
          <w:rFonts w:eastAsia="Times New Roman"/>
          <w:bCs/>
          <w:i/>
        </w:rPr>
        <w:t xml:space="preserve"> pro každého ze zhotovitelů/společníků/poddodavatelů zvlášť.</w:t>
      </w:r>
    </w:p>
    <w:p w14:paraId="06263C1F" w14:textId="77777777" w:rsidR="00D928DB" w:rsidRPr="00A24674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43FD9582" w14:textId="77777777" w:rsidR="00D928DB" w:rsidRPr="00F0533E" w:rsidRDefault="00D928DB" w:rsidP="00F0533E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50978AD8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3BCF8EA8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725B"/>
    <w:rsid w:val="0010693F"/>
    <w:rsid w:val="00114472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86008"/>
    <w:rsid w:val="002C31BF"/>
    <w:rsid w:val="002D0272"/>
    <w:rsid w:val="002D08B1"/>
    <w:rsid w:val="002E0CD7"/>
    <w:rsid w:val="002F5828"/>
    <w:rsid w:val="00300A53"/>
    <w:rsid w:val="00341DCF"/>
    <w:rsid w:val="00357BC6"/>
    <w:rsid w:val="00374EB1"/>
    <w:rsid w:val="003956C6"/>
    <w:rsid w:val="00404764"/>
    <w:rsid w:val="00441430"/>
    <w:rsid w:val="00450F07"/>
    <w:rsid w:val="00453CD3"/>
    <w:rsid w:val="0045713F"/>
    <w:rsid w:val="00460660"/>
    <w:rsid w:val="0047754B"/>
    <w:rsid w:val="00486107"/>
    <w:rsid w:val="00491827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3DB5"/>
    <w:rsid w:val="008F18D6"/>
    <w:rsid w:val="00904780"/>
    <w:rsid w:val="00921E6B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75EE1"/>
    <w:rsid w:val="00B77481"/>
    <w:rsid w:val="00B81949"/>
    <w:rsid w:val="00B8518B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E36C4A"/>
    <w:rsid w:val="00EB104F"/>
    <w:rsid w:val="00EC27A9"/>
    <w:rsid w:val="00ED14BD"/>
    <w:rsid w:val="00F0533E"/>
    <w:rsid w:val="00F06762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1333"/>
    <w:rsid w:val="00FC6389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4b3e1f74-04d6-4e59-a4e3-9522d4c0e0f1">
      <Terms xmlns="http://schemas.microsoft.com/office/infopath/2007/PartnerControls"/>
    </lcf76f155ced4ddcb4097134ff3c332f>
    <TaxCatchAll xmlns="c0fc9429-20c4-4937-a6a6-59ec25f2aed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CB424A3BE9364D8A3FD4CAA20D75FA" ma:contentTypeVersion="13" ma:contentTypeDescription="Vytvoří nový dokument" ma:contentTypeScope="" ma:versionID="94526309b2ec435e1c3a83a1df5e8bf8">
  <xsd:schema xmlns:xsd="http://www.w3.org/2001/XMLSchema" xmlns:xs="http://www.w3.org/2001/XMLSchema" xmlns:p="http://schemas.microsoft.com/office/2006/metadata/properties" xmlns:ns2="c0fc9429-20c4-4937-a6a6-59ec25f2aedb" xmlns:ns3="4b3e1f74-04d6-4e59-a4e3-9522d4c0e0f1" targetNamespace="http://schemas.microsoft.com/office/2006/metadata/properties" ma:root="true" ma:fieldsID="25c8808cbb0ebdf9e7a5882487ec0881" ns2:_="" ns3:_="">
    <xsd:import namespace="c0fc9429-20c4-4937-a6a6-59ec25f2aedb"/>
    <xsd:import namespace="4b3e1f74-04d6-4e59-a4e3-9522d4c0e0f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c9429-20c4-4937-a6a6-59ec25f2ae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d286d3a-d9fc-4da0-a1ee-eeec7ac1331c}" ma:internalName="TaxCatchAll" ma:showField="CatchAllData" ma:web="c0fc9429-20c4-4937-a6a6-59ec25f2a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e1f74-04d6-4e59-a4e3-9522d4c0e0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DA3A05-63EF-43A6-8266-E10BB94283E9}"/>
</file>

<file path=customXml/itemProps4.xml><?xml version="1.0" encoding="utf-8"?>
<ds:datastoreItem xmlns:ds="http://schemas.openxmlformats.org/officeDocument/2006/customXml" ds:itemID="{93DAC39B-A53B-4F8A-A56E-73D5C9791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</TotalTime>
  <Pages>3</Pages>
  <Words>748</Words>
  <Characters>4414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Sukup Richard, Mgr.</cp:lastModifiedBy>
  <cp:revision>4</cp:revision>
  <cp:lastPrinted>2022-03-23T11:11:00Z</cp:lastPrinted>
  <dcterms:created xsi:type="dcterms:W3CDTF">2022-04-20T07:21:00Z</dcterms:created>
  <dcterms:modified xsi:type="dcterms:W3CDTF">2022-04-20T07:46:00Z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0x01010065CB424A3BE9364D8A3FD4CAA20D75FA</vt:lpwstr>
  </property>
  <property fmtid="{D5CDD505-2E9C-101B-9397-08002B2CF9AE}" pid="3" name="URL">
    <vt:lpwstr/>
  </property>
</Properties>
</file>